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77765BAD" w:rsidR="000C7F36" w:rsidRPr="008A62B0" w:rsidRDefault="00426FFD" w:rsidP="00B47E58">
      <w:pPr>
        <w:pStyle w:val="Heading2"/>
        <w:rPr>
          <w:rFonts w:ascii="Helvetica" w:hAnsi="Helvetica"/>
        </w:rPr>
      </w:pPr>
      <w:r>
        <w:rPr>
          <w:rFonts w:ascii="Helvetica" w:hAnsi="Helvetica"/>
        </w:rPr>
        <w:t>Social Media Campaign Checklist</w:t>
      </w:r>
    </w:p>
    <w:p w14:paraId="6B72EED0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Brainstorm a theme with your team.</w:t>
      </w:r>
    </w:p>
    <w:p w14:paraId="33409ACC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Outline dates for the campaign.</w:t>
      </w:r>
    </w:p>
    <w:p w14:paraId="507F5A0D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Determine which channels will be used.</w:t>
      </w:r>
    </w:p>
    <w:p w14:paraId="40AE8BAD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Determine audience</w:t>
      </w:r>
    </w:p>
    <w:p w14:paraId="0331355B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Set ad budget (if necessary).</w:t>
      </w:r>
    </w:p>
    <w:p w14:paraId="11D89ECE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 xml:space="preserve">Outline image and video needs. </w:t>
      </w:r>
    </w:p>
    <w:p w14:paraId="3E5107E6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Assign deadlines to team members for projects.</w:t>
      </w:r>
    </w:p>
    <w:p w14:paraId="45A8E2D6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Choose hashtags</w:t>
      </w:r>
      <w:bookmarkStart w:id="0" w:name="_GoBack"/>
      <w:bookmarkEnd w:id="0"/>
      <w:r w:rsidRPr="007E0C72">
        <w:rPr>
          <w:rFonts w:ascii="Helvetica" w:hAnsi="Helvetica"/>
        </w:rPr>
        <w:t>.</w:t>
      </w:r>
    </w:p>
    <w:p w14:paraId="7B13153D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Write post copy.</w:t>
      </w:r>
    </w:p>
    <w:p w14:paraId="2622BBC6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Shoot/design visual content.</w:t>
      </w:r>
    </w:p>
    <w:p w14:paraId="1D8A6317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Edit content.</w:t>
      </w:r>
    </w:p>
    <w:p w14:paraId="610819C2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Approve graphics or videos.</w:t>
      </w:r>
    </w:p>
    <w:p w14:paraId="0ED10E5B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Check links.</w:t>
      </w:r>
    </w:p>
    <w:p w14:paraId="05207B99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Upload messages into publishing tool.</w:t>
      </w:r>
    </w:p>
    <w:p w14:paraId="4A325B72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Schedule campaign.</w:t>
      </w:r>
    </w:p>
    <w:p w14:paraId="08EB0D78" w14:textId="77777777" w:rsidR="00F55DD3" w:rsidRPr="007E0C72" w:rsidRDefault="00F55DD3" w:rsidP="00F55DD3">
      <w:pPr>
        <w:pStyle w:val="ListParagraph"/>
        <w:numPr>
          <w:ilvl w:val="0"/>
          <w:numId w:val="20"/>
        </w:numPr>
        <w:rPr>
          <w:rFonts w:ascii="Helvetica" w:hAnsi="Helvetica"/>
        </w:rPr>
      </w:pPr>
      <w:r w:rsidRPr="007E0C72">
        <w:rPr>
          <w:rFonts w:ascii="Helvetica" w:hAnsi="Helvetica"/>
        </w:rPr>
        <w:t>Measure results.</w:t>
      </w:r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 w:rsidSect="00BC4C00">
      <w:footerReference w:type="default" r:id="rId7"/>
      <w:pgSz w:w="12240" w:h="15840"/>
      <w:pgMar w:top="1901" w:right="1008" w:bottom="144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8671D" w14:textId="77777777" w:rsidR="001451C2" w:rsidRDefault="001451C2">
      <w:pPr>
        <w:spacing w:before="0" w:after="0" w:line="240" w:lineRule="auto"/>
      </w:pPr>
      <w:r>
        <w:separator/>
      </w:r>
    </w:p>
    <w:p w14:paraId="1C886F85" w14:textId="77777777" w:rsidR="001451C2" w:rsidRDefault="001451C2"/>
  </w:endnote>
  <w:endnote w:type="continuationSeparator" w:id="0">
    <w:p w14:paraId="4392D82A" w14:textId="77777777" w:rsidR="001451C2" w:rsidRDefault="001451C2">
      <w:pPr>
        <w:spacing w:before="0" w:after="0" w:line="240" w:lineRule="auto"/>
      </w:pPr>
      <w:r>
        <w:continuationSeparator/>
      </w:r>
    </w:p>
    <w:p w14:paraId="737B9261" w14:textId="77777777" w:rsidR="001451C2" w:rsidRDefault="00145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F313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5D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959CC" w14:textId="77777777" w:rsidR="001451C2" w:rsidRDefault="001451C2">
      <w:pPr>
        <w:spacing w:before="0" w:after="0" w:line="240" w:lineRule="auto"/>
      </w:pPr>
      <w:r>
        <w:separator/>
      </w:r>
    </w:p>
    <w:p w14:paraId="08B6BBEF" w14:textId="77777777" w:rsidR="001451C2" w:rsidRDefault="001451C2"/>
  </w:footnote>
  <w:footnote w:type="continuationSeparator" w:id="0">
    <w:p w14:paraId="71A4BBFD" w14:textId="77777777" w:rsidR="001451C2" w:rsidRDefault="001451C2">
      <w:pPr>
        <w:spacing w:before="0" w:after="0" w:line="240" w:lineRule="auto"/>
      </w:pPr>
      <w:r>
        <w:continuationSeparator/>
      </w:r>
    </w:p>
    <w:p w14:paraId="57CCDAC2" w14:textId="77777777" w:rsidR="001451C2" w:rsidRDefault="001451C2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42BFF"/>
    <w:multiLevelType w:val="multilevel"/>
    <w:tmpl w:val="2A8E0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20473C"/>
    <w:multiLevelType w:val="hybridMultilevel"/>
    <w:tmpl w:val="2698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3D687B"/>
    <w:multiLevelType w:val="hybridMultilevel"/>
    <w:tmpl w:val="15B669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1E3B4C"/>
    <w:multiLevelType w:val="hybridMultilevel"/>
    <w:tmpl w:val="33DE1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97BD6"/>
    <w:multiLevelType w:val="hybridMultilevel"/>
    <w:tmpl w:val="264A2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06932"/>
    <w:multiLevelType w:val="multilevel"/>
    <w:tmpl w:val="E2267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B156B3"/>
    <w:multiLevelType w:val="multilevel"/>
    <w:tmpl w:val="AF7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927F60"/>
    <w:multiLevelType w:val="multilevel"/>
    <w:tmpl w:val="BF56D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10"/>
  </w:num>
  <w:num w:numId="7">
    <w:abstractNumId w:val="2"/>
  </w:num>
  <w:num w:numId="8">
    <w:abstractNumId w:val="15"/>
  </w:num>
  <w:num w:numId="9">
    <w:abstractNumId w:val="16"/>
  </w:num>
  <w:num w:numId="10">
    <w:abstractNumId w:val="16"/>
    <w:lvlOverride w:ilvl="1">
      <w:lvl w:ilvl="1">
        <w:numFmt w:val="lowerLetter"/>
        <w:lvlText w:val="%2."/>
        <w:lvlJc w:val="left"/>
      </w:lvl>
    </w:lvlOverride>
  </w:num>
  <w:num w:numId="11">
    <w:abstractNumId w:val="16"/>
    <w:lvlOverride w:ilvl="1">
      <w:lvl w:ilvl="1">
        <w:numFmt w:val="lowerLetter"/>
        <w:lvlText w:val="%2."/>
        <w:lvlJc w:val="left"/>
      </w:lvl>
    </w:lvlOverride>
  </w:num>
  <w:num w:numId="12">
    <w:abstractNumId w:val="14"/>
  </w:num>
  <w:num w:numId="13">
    <w:abstractNumId w:val="5"/>
  </w:num>
  <w:num w:numId="14">
    <w:abstractNumId w:val="4"/>
  </w:num>
  <w:num w:numId="15">
    <w:abstractNumId w:val="13"/>
  </w:num>
  <w:num w:numId="16">
    <w:abstractNumId w:val="13"/>
    <w:lvlOverride w:ilvl="1">
      <w:lvl w:ilvl="1">
        <w:numFmt w:val="lowerLetter"/>
        <w:lvlText w:val="%2."/>
        <w:lvlJc w:val="left"/>
      </w:lvl>
    </w:lvlOverride>
  </w:num>
  <w:num w:numId="17">
    <w:abstractNumId w:val="12"/>
  </w:num>
  <w:num w:numId="18">
    <w:abstractNumId w:val="8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B1260"/>
    <w:rsid w:val="000C7F36"/>
    <w:rsid w:val="001451C2"/>
    <w:rsid w:val="00426FFD"/>
    <w:rsid w:val="007B3CC1"/>
    <w:rsid w:val="007E0C72"/>
    <w:rsid w:val="008A62B0"/>
    <w:rsid w:val="00B47E58"/>
    <w:rsid w:val="00BC4C00"/>
    <w:rsid w:val="00EB48AD"/>
    <w:rsid w:val="00F3131F"/>
    <w:rsid w:val="00F5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ListParagraph">
    <w:name w:val="List Paragraph"/>
    <w:basedOn w:val="Normal"/>
    <w:uiPriority w:val="34"/>
    <w:unhideWhenUsed/>
    <w:qFormat/>
    <w:rsid w:val="0042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2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4</cp:revision>
  <dcterms:created xsi:type="dcterms:W3CDTF">2018-02-23T20:37:00Z</dcterms:created>
  <dcterms:modified xsi:type="dcterms:W3CDTF">2018-02-26T15:44:00Z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